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2B3" w:rsidRDefault="000732B3" w:rsidP="00B66345">
      <w:pPr>
        <w:spacing w:after="0"/>
        <w:rPr>
          <w:rFonts w:ascii="Arial" w:hAnsi="Arial" w:cs="Arial"/>
          <w:b/>
          <w:noProof/>
          <w:sz w:val="24"/>
          <w:szCs w:val="24"/>
          <w:u w:val="single"/>
          <w:lang w:eastAsia="fr-FR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23776" behindDoc="1" locked="0" layoutInCell="1" allowOverlap="1" wp14:anchorId="6334B7E1" wp14:editId="787F109F">
            <wp:simplePos x="0" y="0"/>
            <wp:positionH relativeFrom="column">
              <wp:posOffset>66040</wp:posOffset>
            </wp:positionH>
            <wp:positionV relativeFrom="paragraph">
              <wp:posOffset>106045</wp:posOffset>
            </wp:positionV>
            <wp:extent cx="295275" cy="335280"/>
            <wp:effectExtent l="0" t="0" r="9525" b="7620"/>
            <wp:wrapSquare wrapText="bothSides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08" t="-2924"/>
                    <a:stretch/>
                  </pic:blipFill>
                  <pic:spPr bwMode="auto">
                    <a:xfrm>
                      <a:off x="0" y="0"/>
                      <a:ext cx="29527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345" w:rsidRPr="00B66345" w:rsidRDefault="00B66345" w:rsidP="00B66345">
      <w:pPr>
        <w:spacing w:after="0"/>
        <w:rPr>
          <w:rFonts w:ascii="Arial" w:hAnsi="Arial" w:cs="Arial"/>
          <w:b/>
          <w:sz w:val="24"/>
          <w:szCs w:val="24"/>
          <w:u w:val="single"/>
          <w:lang w:val="de-DE"/>
        </w:rPr>
      </w:pPr>
      <w:r w:rsidRPr="00B66345">
        <w:rPr>
          <w:rFonts w:ascii="Arial" w:hAnsi="Arial" w:cs="Arial"/>
          <w:b/>
          <w:sz w:val="24"/>
          <w:szCs w:val="24"/>
          <w:u w:val="single"/>
          <w:lang w:val="de-DE"/>
        </w:rPr>
        <w:t>Übung</w:t>
      </w:r>
      <w:r w:rsidR="00E940AE" w:rsidRPr="00B66345">
        <w:rPr>
          <w:rFonts w:ascii="Arial" w:hAnsi="Arial" w:cs="Arial"/>
          <w:b/>
          <w:sz w:val="24"/>
          <w:szCs w:val="24"/>
          <w:u w:val="single"/>
          <w:lang w:val="de-DE"/>
        </w:rPr>
        <w:t> </w:t>
      </w:r>
      <w:r w:rsidR="000F4E8F" w:rsidRPr="00B66345">
        <w:rPr>
          <w:rFonts w:ascii="Arial" w:hAnsi="Arial" w:cs="Arial"/>
          <w:b/>
          <w:sz w:val="24"/>
          <w:szCs w:val="24"/>
          <w:u w:val="single"/>
          <w:lang w:val="de-DE"/>
        </w:rPr>
        <w:t>1</w:t>
      </w:r>
      <w:r w:rsidR="00C72259" w:rsidRPr="00B6634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: </w:t>
      </w:r>
    </w:p>
    <w:p w:rsidR="000732B3" w:rsidRDefault="000732B3" w:rsidP="00B66345">
      <w:pPr>
        <w:spacing w:after="0"/>
        <w:rPr>
          <w:rFonts w:ascii="Arial" w:hAnsi="Arial" w:cs="Arial"/>
          <w:b/>
          <w:sz w:val="24"/>
          <w:szCs w:val="24"/>
          <w:lang w:val="de-DE"/>
        </w:rPr>
      </w:pPr>
    </w:p>
    <w:p w:rsidR="00E940AE" w:rsidRDefault="00B66345" w:rsidP="000732B3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B66345">
        <w:rPr>
          <w:rFonts w:ascii="Arial" w:hAnsi="Arial" w:cs="Arial"/>
          <w:b/>
          <w:sz w:val="24"/>
          <w:szCs w:val="24"/>
          <w:lang w:val="de-DE"/>
        </w:rPr>
        <w:t xml:space="preserve">Die Zahlen von 1 bis 10. </w:t>
      </w:r>
      <w:r>
        <w:rPr>
          <w:rFonts w:ascii="Arial" w:hAnsi="Arial" w:cs="Arial"/>
          <w:b/>
          <w:sz w:val="24"/>
          <w:szCs w:val="24"/>
          <w:lang w:val="de-DE"/>
        </w:rPr>
        <w:t>Ich schreibe die fehlenden Zahlen.</w:t>
      </w:r>
    </w:p>
    <w:p w:rsidR="00B66345" w:rsidRPr="000732B3" w:rsidRDefault="00B66345" w:rsidP="000732B3">
      <w:pPr>
        <w:spacing w:after="0" w:line="240" w:lineRule="auto"/>
        <w:rPr>
          <w:rFonts w:ascii="Arial" w:hAnsi="Arial" w:cs="Arial"/>
          <w:b/>
          <w:sz w:val="16"/>
          <w:szCs w:val="16"/>
          <w:lang w:val="de-DE"/>
        </w:rPr>
      </w:pPr>
    </w:p>
    <w:tbl>
      <w:tblPr>
        <w:tblW w:w="68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</w:tblGrid>
      <w:tr w:rsidR="00E940AE" w:rsidRPr="00E940AE" w:rsidTr="00E940AE">
        <w:trPr>
          <w:trHeight w:val="77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10</w:t>
            </w:r>
          </w:p>
        </w:tc>
      </w:tr>
    </w:tbl>
    <w:p w:rsidR="000732B3" w:rsidRDefault="000732B3" w:rsidP="00E940AE">
      <w:pP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25824" behindDoc="1" locked="0" layoutInCell="1" allowOverlap="1" wp14:anchorId="13BBE326" wp14:editId="2A05D5C3">
            <wp:simplePos x="0" y="0"/>
            <wp:positionH relativeFrom="column">
              <wp:posOffset>123825</wp:posOffset>
            </wp:positionH>
            <wp:positionV relativeFrom="paragraph">
              <wp:posOffset>204470</wp:posOffset>
            </wp:positionV>
            <wp:extent cx="295275" cy="335280"/>
            <wp:effectExtent l="0" t="0" r="9525" b="7620"/>
            <wp:wrapSquare wrapText="bothSides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08" t="-2924"/>
                    <a:stretch/>
                  </pic:blipFill>
                  <pic:spPr bwMode="auto">
                    <a:xfrm>
                      <a:off x="0" y="0"/>
                      <a:ext cx="29527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40AE" w:rsidRPr="00B66345" w:rsidRDefault="00B66345" w:rsidP="00E940AE">
      <w:pPr>
        <w:rPr>
          <w:rFonts w:ascii="Arial" w:hAnsi="Arial" w:cs="Arial"/>
          <w:b/>
          <w:sz w:val="24"/>
          <w:szCs w:val="24"/>
          <w:lang w:val="de-DE"/>
        </w:rPr>
      </w:pPr>
      <w:r w:rsidRPr="00B66345">
        <w:rPr>
          <w:rFonts w:ascii="Arial" w:hAnsi="Arial" w:cs="Arial"/>
          <w:b/>
          <w:sz w:val="24"/>
          <w:szCs w:val="24"/>
          <w:u w:val="single"/>
          <w:lang w:val="de-DE"/>
        </w:rPr>
        <w:t>Übung 2</w:t>
      </w:r>
      <w:r w:rsidRPr="00B66345">
        <w:rPr>
          <w:rFonts w:ascii="Arial" w:hAnsi="Arial" w:cs="Arial"/>
          <w:b/>
          <w:sz w:val="24"/>
          <w:szCs w:val="24"/>
          <w:lang w:val="de-DE"/>
        </w:rPr>
        <w:t xml:space="preserve">: Ich schreibe die Anzahl der Kästchen. </w:t>
      </w:r>
    </w:p>
    <w:p w:rsidR="001D645B" w:rsidRDefault="00E940AE" w:rsidP="00E940AE">
      <w:pPr>
        <w:rPr>
          <w:rFonts w:ascii="Arial" w:hAnsi="Arial" w:cs="Arial"/>
          <w:sz w:val="24"/>
          <w:szCs w:val="24"/>
        </w:rPr>
      </w:pPr>
      <w:r w:rsidRPr="00E940AE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4645025" cy="2152650"/>
            <wp:effectExtent l="0" t="0" r="3175" b="0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79"/>
                    <a:stretch/>
                  </pic:blipFill>
                  <pic:spPr bwMode="auto">
                    <a:xfrm>
                      <a:off x="0" y="0"/>
                      <a:ext cx="4647257" cy="215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2259" w:rsidRPr="00B66345" w:rsidRDefault="00242E6E" w:rsidP="00E940AE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FAD08AD" wp14:editId="7C32949C">
                <wp:simplePos x="0" y="0"/>
                <wp:positionH relativeFrom="margin">
                  <wp:align>left</wp:align>
                </wp:positionH>
                <wp:positionV relativeFrom="paragraph">
                  <wp:posOffset>271145</wp:posOffset>
                </wp:positionV>
                <wp:extent cx="304800" cy="314325"/>
                <wp:effectExtent l="19050" t="38100" r="38100" b="47625"/>
                <wp:wrapNone/>
                <wp:docPr id="19" name="Étoile à 5 branche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48059" id="Étoile à 5 branches 19" o:spid="_x0000_s1026" style="position:absolute;margin-left:0;margin-top:21.35pt;width:24pt;height:24.75pt;z-index:2517514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  <w10:wrap anchorx="margin"/>
              </v:shape>
            </w:pict>
          </mc:Fallback>
        </mc:AlternateContent>
      </w:r>
      <w:r w:rsidR="00B66345" w:rsidRPr="00B66345">
        <w:rPr>
          <w:rFonts w:ascii="Arial" w:hAnsi="Arial" w:cs="Arial"/>
          <w:b/>
          <w:sz w:val="24"/>
          <w:szCs w:val="24"/>
          <w:u w:val="single"/>
          <w:lang w:val="de-DE"/>
        </w:rPr>
        <w:t>Übung</w:t>
      </w:r>
      <w:r w:rsidR="000F4E8F" w:rsidRPr="00B6634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3</w:t>
      </w:r>
      <w:r>
        <w:rPr>
          <w:rFonts w:ascii="Arial" w:hAnsi="Arial" w:cs="Arial"/>
          <w:b/>
          <w:sz w:val="24"/>
          <w:szCs w:val="24"/>
          <w:lang w:val="de-DE"/>
        </w:rPr>
        <w:t>: Ich zähle die Sterne und dann die Wolken</w:t>
      </w:r>
      <w:r w:rsidR="00B66345" w:rsidRPr="00B66345">
        <w:rPr>
          <w:rFonts w:ascii="Arial" w:hAnsi="Arial" w:cs="Arial"/>
          <w:b/>
          <w:sz w:val="24"/>
          <w:szCs w:val="24"/>
          <w:lang w:val="de-DE"/>
        </w:rPr>
        <w:t xml:space="preserve">. </w:t>
      </w:r>
    </w:p>
    <w:p w:rsidR="000F4E8F" w:rsidRPr="00B66345" w:rsidRDefault="00242E6E" w:rsidP="00E940A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FAD08AD" wp14:editId="7C32949C">
                <wp:simplePos x="0" y="0"/>
                <wp:positionH relativeFrom="column">
                  <wp:posOffset>809625</wp:posOffset>
                </wp:positionH>
                <wp:positionV relativeFrom="paragraph">
                  <wp:posOffset>83820</wp:posOffset>
                </wp:positionV>
                <wp:extent cx="304800" cy="314325"/>
                <wp:effectExtent l="19050" t="38100" r="38100" b="47625"/>
                <wp:wrapNone/>
                <wp:docPr id="20" name="Étoile à 5 branche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9CFD1" id="Étoile à 5 branches 20" o:spid="_x0000_s1026" style="position:absolute;margin-left:63.75pt;margin-top:6.6pt;width:24pt;height:24.7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</v:shape>
            </w:pict>
          </mc:Fallback>
        </mc:AlternateContent>
      </w:r>
    </w:p>
    <w:p w:rsidR="000F4E8F" w:rsidRPr="00B66345" w:rsidRDefault="00242E6E" w:rsidP="00E940A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CC15BA1" wp14:editId="40E50009">
                <wp:simplePos x="0" y="0"/>
                <wp:positionH relativeFrom="column">
                  <wp:posOffset>2486025</wp:posOffset>
                </wp:positionH>
                <wp:positionV relativeFrom="paragraph">
                  <wp:posOffset>8890</wp:posOffset>
                </wp:positionV>
                <wp:extent cx="381000" cy="228600"/>
                <wp:effectExtent l="19050" t="0" r="19050" b="38100"/>
                <wp:wrapNone/>
                <wp:docPr id="35" name="Nuag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8C207" id="Nuage 35" o:spid="_x0000_s1026" style="position:absolute;margin-left:195.75pt;margin-top:.7pt;width:30pt;height:1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CC15BA1" wp14:editId="40E50009">
                <wp:simplePos x="0" y="0"/>
                <wp:positionH relativeFrom="column">
                  <wp:posOffset>333375</wp:posOffset>
                </wp:positionH>
                <wp:positionV relativeFrom="paragraph">
                  <wp:posOffset>103505</wp:posOffset>
                </wp:positionV>
                <wp:extent cx="381000" cy="228600"/>
                <wp:effectExtent l="19050" t="0" r="19050" b="38100"/>
                <wp:wrapNone/>
                <wp:docPr id="32" name="Nuag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FB9275" id="Nuage 32" o:spid="_x0000_s1026" style="position:absolute;margin-left:26.25pt;margin-top:8.15pt;width:30pt;height:1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84822DC" wp14:editId="126E1EF4">
                <wp:simplePos x="0" y="0"/>
                <wp:positionH relativeFrom="column">
                  <wp:posOffset>1447800</wp:posOffset>
                </wp:positionH>
                <wp:positionV relativeFrom="paragraph">
                  <wp:posOffset>6985</wp:posOffset>
                </wp:positionV>
                <wp:extent cx="381000" cy="228600"/>
                <wp:effectExtent l="19050" t="0" r="19050" b="38100"/>
                <wp:wrapNone/>
                <wp:docPr id="31" name="Nuag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A54AD" id="Nuage 31" o:spid="_x0000_s1026" style="position:absolute;margin-left:114pt;margin-top:.55pt;width:30pt;height:1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</w:p>
    <w:p w:rsidR="000F4E8F" w:rsidRPr="00B66345" w:rsidRDefault="00242E6E" w:rsidP="00E940A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C15BA1" wp14:editId="40E50009">
                <wp:simplePos x="0" y="0"/>
                <wp:positionH relativeFrom="column">
                  <wp:posOffset>1133475</wp:posOffset>
                </wp:positionH>
                <wp:positionV relativeFrom="paragraph">
                  <wp:posOffset>13970</wp:posOffset>
                </wp:positionV>
                <wp:extent cx="381000" cy="228600"/>
                <wp:effectExtent l="19050" t="0" r="19050" b="38100"/>
                <wp:wrapNone/>
                <wp:docPr id="36" name="Nuag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78A1A5" id="Nuage 36" o:spid="_x0000_s1026" style="position:absolute;margin-left:89.25pt;margin-top:1.1pt;width:30pt;height:18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CC15BA1" wp14:editId="40E50009">
                <wp:simplePos x="0" y="0"/>
                <wp:positionH relativeFrom="column">
                  <wp:posOffset>504825</wp:posOffset>
                </wp:positionH>
                <wp:positionV relativeFrom="paragraph">
                  <wp:posOffset>204470</wp:posOffset>
                </wp:positionV>
                <wp:extent cx="381000" cy="228600"/>
                <wp:effectExtent l="19050" t="0" r="19050" b="38100"/>
                <wp:wrapNone/>
                <wp:docPr id="33" name="Nuag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096F7" id="Nuage 33" o:spid="_x0000_s1026" style="position:absolute;margin-left:39.75pt;margin-top:16.1pt;width:30pt;height:1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48895</wp:posOffset>
                </wp:positionV>
                <wp:extent cx="304800" cy="314325"/>
                <wp:effectExtent l="19050" t="38100" r="38100" b="47625"/>
                <wp:wrapNone/>
                <wp:docPr id="5" name="Étoile à 5 branch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4942B" id="Étoile à 5 branches 5" o:spid="_x0000_s1026" style="position:absolute;margin-left:179.25pt;margin-top:3.85pt;width:24pt;height:24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" path="m,120061r116424,1l152400,r35976,120062l304800,120061r-94189,74202l246588,314324,152400,240121,58212,314324,94189,194263,,120061xe" fillcolor="#5b9bd5 [3204]" strokecolor="#1f4d78 [1604]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</v:shape>
            </w:pict>
          </mc:Fallback>
        </mc:AlternateContent>
      </w:r>
      <w:r w:rsidR="000732B3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27872" behindDoc="1" locked="0" layoutInCell="1" allowOverlap="1" wp14:anchorId="13BBE326" wp14:editId="2A05D5C3">
            <wp:simplePos x="0" y="0"/>
            <wp:positionH relativeFrom="column">
              <wp:posOffset>3419475</wp:posOffset>
            </wp:positionH>
            <wp:positionV relativeFrom="paragraph">
              <wp:posOffset>285750</wp:posOffset>
            </wp:positionV>
            <wp:extent cx="295275" cy="335280"/>
            <wp:effectExtent l="0" t="0" r="9525" b="7620"/>
            <wp:wrapSquare wrapText="bothSides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08" t="-2924"/>
                    <a:stretch/>
                  </pic:blipFill>
                  <pic:spPr bwMode="auto">
                    <a:xfrm>
                      <a:off x="0" y="0"/>
                      <a:ext cx="29527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E8F" w:rsidRPr="00B66345" w:rsidRDefault="00242E6E" w:rsidP="00E940A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FAD08AD" wp14:editId="7C32949C">
                <wp:simplePos x="0" y="0"/>
                <wp:positionH relativeFrom="margin">
                  <wp:posOffset>352425</wp:posOffset>
                </wp:positionH>
                <wp:positionV relativeFrom="paragraph">
                  <wp:posOffset>187325</wp:posOffset>
                </wp:positionV>
                <wp:extent cx="304800" cy="314325"/>
                <wp:effectExtent l="19050" t="38100" r="38100" b="47625"/>
                <wp:wrapNone/>
                <wp:docPr id="21" name="Étoile à 5 branche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F6C03" id="Étoile à 5 branches 21" o:spid="_x0000_s1026" style="position:absolute;margin-left:27.75pt;margin-top:14.75pt;width:24pt;height:24.75pt;z-index:2517555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CC15BA1" wp14:editId="40E50009">
                <wp:simplePos x="0" y="0"/>
                <wp:positionH relativeFrom="column">
                  <wp:posOffset>1752600</wp:posOffset>
                </wp:positionH>
                <wp:positionV relativeFrom="paragraph">
                  <wp:posOffset>156845</wp:posOffset>
                </wp:positionV>
                <wp:extent cx="381000" cy="228600"/>
                <wp:effectExtent l="19050" t="0" r="19050" b="38100"/>
                <wp:wrapNone/>
                <wp:docPr id="38" name="Nuag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93FB9" id="Nuage 38" o:spid="_x0000_s1026" style="position:absolute;margin-left:138pt;margin-top:12.35pt;width:30pt;height:1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</w:p>
    <w:p w:rsidR="000F4E8F" w:rsidRPr="00B66345" w:rsidRDefault="00242E6E" w:rsidP="00C72259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CC15BA1" wp14:editId="40E50009">
                <wp:simplePos x="0" y="0"/>
                <wp:positionH relativeFrom="column">
                  <wp:posOffset>1038225</wp:posOffset>
                </wp:positionH>
                <wp:positionV relativeFrom="paragraph">
                  <wp:posOffset>9525</wp:posOffset>
                </wp:positionV>
                <wp:extent cx="381000" cy="228600"/>
                <wp:effectExtent l="19050" t="0" r="19050" b="38100"/>
                <wp:wrapNone/>
                <wp:docPr id="34" name="Nuag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59C7E" id="Nuage 34" o:spid="_x0000_s1026" style="position:absolute;margin-left:81.75pt;margin-top:.75pt;width:30pt;height:1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 w:rsidR="007E1973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74295</wp:posOffset>
                </wp:positionV>
                <wp:extent cx="838200" cy="828675"/>
                <wp:effectExtent l="0" t="0" r="19050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E8F" w:rsidRDefault="007E1973" w:rsidP="007E1973">
                            <w:pPr>
                              <w:spacing w:after="120" w:line="240" w:lineRule="auto"/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t xml:space="preserve"> </w:t>
                            </w:r>
                            <w:r w:rsidR="00242E6E" w:rsidRPr="00242E6E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63878" cy="279400"/>
                                  <wp:effectExtent l="0" t="0" r="3175" b="635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9147" cy="2849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t xml:space="preserve"> ____</w:t>
                            </w:r>
                            <w:r w:rsidR="000F4E8F">
                              <w:t xml:space="preserve"> </w:t>
                            </w:r>
                          </w:p>
                          <w:p w:rsidR="000F4E8F" w:rsidRDefault="007E1973" w:rsidP="007E1973">
                            <w:pPr>
                              <w:spacing w:after="120" w:line="240" w:lineRule="auto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t xml:space="preserve">   </w:t>
                            </w:r>
                            <w:r w:rsidR="00242E6E">
                              <w:t xml:space="preserve">        _</w:t>
                            </w:r>
                            <w:r>
                              <w:t>___</w:t>
                            </w:r>
                            <w:r w:rsidR="000F4E8F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243.75pt;margin-top:5.85pt;width:66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" fillcolor="white [3201]" strokeweight=".5pt">
                <v:textbox>
                  <w:txbxContent>
                    <w:p w:rsidR="000F4E8F" w:rsidRDefault="007E1973" w:rsidP="007E1973">
                      <w:pPr>
                        <w:spacing w:after="120" w:line="240" w:lineRule="auto"/>
                        <w:rPr>
                          <w:noProof/>
                          <w:lang w:eastAsia="fr-FR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t xml:space="preserve"> </w:t>
                      </w:r>
                      <w:r w:rsidR="00242E6E" w:rsidRPr="00242E6E"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63878" cy="279400"/>
                            <wp:effectExtent l="0" t="0" r="3175" b="635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9147" cy="2849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t xml:space="preserve"> ____</w:t>
                      </w:r>
                      <w:r w:rsidR="000F4E8F">
                        <w:t xml:space="preserve"> </w:t>
                      </w:r>
                    </w:p>
                    <w:p w:rsidR="000F4E8F" w:rsidRDefault="007E1973" w:rsidP="007E1973">
                      <w:pPr>
                        <w:spacing w:after="120" w:line="240" w:lineRule="auto"/>
                      </w:pPr>
                      <w:r>
                        <w:rPr>
                          <w:noProof/>
                          <w:lang w:eastAsia="fr-FR"/>
                        </w:rPr>
                        <w:t xml:space="preserve">   </w:t>
                      </w:r>
                      <w:r w:rsidR="00242E6E">
                        <w:t xml:space="preserve">        _</w:t>
                      </w:r>
                      <w:r>
                        <w:t>___</w:t>
                      </w:r>
                      <w:r w:rsidR="000F4E8F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F4E8F" w:rsidRPr="00B66345" w:rsidRDefault="00242E6E" w:rsidP="00C72259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AE347D" wp14:editId="38208C22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304800" cy="314325"/>
                <wp:effectExtent l="19050" t="38100" r="38100" b="47625"/>
                <wp:wrapNone/>
                <wp:docPr id="40" name="Étoile à 5 branche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3EF14" id="Étoile à 5 branches 40" o:spid="_x0000_s1026" style="position:absolute;margin-left:0;margin-top:3pt;width:24pt;height:24.7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CC15BA1" wp14:editId="40E50009">
                <wp:simplePos x="0" y="0"/>
                <wp:positionH relativeFrom="column">
                  <wp:posOffset>2066925</wp:posOffset>
                </wp:positionH>
                <wp:positionV relativeFrom="paragraph">
                  <wp:posOffset>14605</wp:posOffset>
                </wp:positionV>
                <wp:extent cx="381000" cy="228600"/>
                <wp:effectExtent l="19050" t="0" r="19050" b="38100"/>
                <wp:wrapNone/>
                <wp:docPr id="39" name="Nuag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6C8E6" id="Nuage 39" o:spid="_x0000_s1026" style="position:absolute;margin-left:162.75pt;margin-top:1.15pt;width:30pt;height:1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CC15BA1" wp14:editId="40E50009">
                <wp:simplePos x="0" y="0"/>
                <wp:positionH relativeFrom="column">
                  <wp:posOffset>628650</wp:posOffset>
                </wp:positionH>
                <wp:positionV relativeFrom="paragraph">
                  <wp:posOffset>3810</wp:posOffset>
                </wp:positionV>
                <wp:extent cx="381000" cy="228600"/>
                <wp:effectExtent l="19050" t="0" r="19050" b="38100"/>
                <wp:wrapNone/>
                <wp:docPr id="37" name="Nuag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FB069" id="Nuage 37" o:spid="_x0000_s1026" style="position:absolute;margin-left:49.5pt;margin-top:.3pt;width:30pt;height:1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4822DC" wp14:editId="126E1EF4">
                <wp:simplePos x="0" y="0"/>
                <wp:positionH relativeFrom="column">
                  <wp:posOffset>3161665</wp:posOffset>
                </wp:positionH>
                <wp:positionV relativeFrom="paragraph">
                  <wp:posOffset>196215</wp:posOffset>
                </wp:positionV>
                <wp:extent cx="295275" cy="200025"/>
                <wp:effectExtent l="19050" t="0" r="28575" b="47625"/>
                <wp:wrapNone/>
                <wp:docPr id="25" name="Nuag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00025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8F2F0" id="Nuage 25" o:spid="_x0000_s1026" style="position:absolute;margin-left:248.95pt;margin-top:15.45pt;width:23.25pt;height:15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<v:stroke joinstyle="miter"/>
                <v:path arrowok="t" o:connecttype="custom" o:connectlocs="32077,121205;14764,117515;47353,161590;39780,163354;112628,180995;108062,172938;197035,160904;195210,169743;233274,106282;255495,139323;285692,71092;275795,83483;261947,25124;262467,30976;198750,18299;203822,10835;151335,21855;153789,15419;95691,24040;104577,30282;28208,73106;26657,66536" o:connectangles="0,0,0,0,0,0,0,0,0,0,0,0,0,0,0,0,0,0,0,0,0,0"/>
              </v:shape>
            </w:pict>
          </mc:Fallback>
        </mc:AlternateContent>
      </w:r>
    </w:p>
    <w:p w:rsidR="00242E6E" w:rsidRPr="00242E6E" w:rsidRDefault="00242E6E" w:rsidP="00242E6E">
      <w:pPr>
        <w:spacing w:after="0"/>
        <w:rPr>
          <w:rFonts w:ascii="Arial" w:hAnsi="Arial" w:cs="Arial"/>
          <w:b/>
          <w:noProof/>
          <w:sz w:val="24"/>
          <w:szCs w:val="24"/>
          <w:u w:val="single"/>
          <w:lang w:val="de-DE" w:eastAsia="fr-FR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96480" behindDoc="1" locked="0" layoutInCell="1" allowOverlap="1" wp14:anchorId="76733624" wp14:editId="3CF10574">
            <wp:simplePos x="0" y="0"/>
            <wp:positionH relativeFrom="column">
              <wp:posOffset>66040</wp:posOffset>
            </wp:positionH>
            <wp:positionV relativeFrom="paragraph">
              <wp:posOffset>106045</wp:posOffset>
            </wp:positionV>
            <wp:extent cx="295275" cy="335280"/>
            <wp:effectExtent l="0" t="0" r="9525" b="7620"/>
            <wp:wrapSquare wrapText="bothSides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08" t="-2924"/>
                    <a:stretch/>
                  </pic:blipFill>
                  <pic:spPr bwMode="auto">
                    <a:xfrm>
                      <a:off x="0" y="0"/>
                      <a:ext cx="29527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E6E" w:rsidRPr="00B66345" w:rsidRDefault="00242E6E" w:rsidP="00242E6E">
      <w:pPr>
        <w:spacing w:after="0"/>
        <w:rPr>
          <w:rFonts w:ascii="Arial" w:hAnsi="Arial" w:cs="Arial"/>
          <w:b/>
          <w:sz w:val="24"/>
          <w:szCs w:val="24"/>
          <w:u w:val="single"/>
          <w:lang w:val="de-DE"/>
        </w:rPr>
      </w:pPr>
      <w:r w:rsidRPr="00B6634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Übung 1: </w:t>
      </w:r>
    </w:p>
    <w:p w:rsidR="00242E6E" w:rsidRDefault="00242E6E" w:rsidP="00242E6E">
      <w:pPr>
        <w:spacing w:after="0"/>
        <w:rPr>
          <w:rFonts w:ascii="Arial" w:hAnsi="Arial" w:cs="Arial"/>
          <w:b/>
          <w:sz w:val="24"/>
          <w:szCs w:val="24"/>
          <w:lang w:val="de-DE"/>
        </w:rPr>
      </w:pPr>
    </w:p>
    <w:p w:rsidR="00242E6E" w:rsidRDefault="00242E6E" w:rsidP="00242E6E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B66345">
        <w:rPr>
          <w:rFonts w:ascii="Arial" w:hAnsi="Arial" w:cs="Arial"/>
          <w:b/>
          <w:sz w:val="24"/>
          <w:szCs w:val="24"/>
          <w:lang w:val="de-DE"/>
        </w:rPr>
        <w:t xml:space="preserve">Die Zahlen von 1 bis 10. </w:t>
      </w:r>
      <w:r>
        <w:rPr>
          <w:rFonts w:ascii="Arial" w:hAnsi="Arial" w:cs="Arial"/>
          <w:b/>
          <w:sz w:val="24"/>
          <w:szCs w:val="24"/>
          <w:lang w:val="de-DE"/>
        </w:rPr>
        <w:t>Ich schreibe die fehlenden Zahlen.</w:t>
      </w:r>
    </w:p>
    <w:p w:rsidR="00242E6E" w:rsidRPr="000732B3" w:rsidRDefault="00242E6E" w:rsidP="00242E6E">
      <w:pPr>
        <w:spacing w:after="0" w:line="240" w:lineRule="auto"/>
        <w:rPr>
          <w:rFonts w:ascii="Arial" w:hAnsi="Arial" w:cs="Arial"/>
          <w:b/>
          <w:sz w:val="16"/>
          <w:szCs w:val="16"/>
          <w:lang w:val="de-DE"/>
        </w:rPr>
      </w:pPr>
    </w:p>
    <w:tbl>
      <w:tblPr>
        <w:tblW w:w="68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</w:tblGrid>
      <w:tr w:rsidR="00242E6E" w:rsidRPr="00E940AE" w:rsidTr="003A3F4B">
        <w:trPr>
          <w:trHeight w:val="77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E6E" w:rsidRPr="00E940AE" w:rsidRDefault="00242E6E" w:rsidP="003A3F4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10</w:t>
            </w:r>
          </w:p>
        </w:tc>
      </w:tr>
    </w:tbl>
    <w:p w:rsidR="00242E6E" w:rsidRDefault="00242E6E" w:rsidP="00242E6E">
      <w:pP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97504" behindDoc="1" locked="0" layoutInCell="1" allowOverlap="1" wp14:anchorId="056B0F15" wp14:editId="772E473B">
            <wp:simplePos x="0" y="0"/>
            <wp:positionH relativeFrom="column">
              <wp:posOffset>123825</wp:posOffset>
            </wp:positionH>
            <wp:positionV relativeFrom="paragraph">
              <wp:posOffset>204470</wp:posOffset>
            </wp:positionV>
            <wp:extent cx="295275" cy="335280"/>
            <wp:effectExtent l="0" t="0" r="9525" b="7620"/>
            <wp:wrapSquare wrapText="bothSides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08" t="-2924"/>
                    <a:stretch/>
                  </pic:blipFill>
                  <pic:spPr bwMode="auto">
                    <a:xfrm>
                      <a:off x="0" y="0"/>
                      <a:ext cx="29527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E6E" w:rsidRPr="00B66345" w:rsidRDefault="00242E6E" w:rsidP="00242E6E">
      <w:pPr>
        <w:rPr>
          <w:rFonts w:ascii="Arial" w:hAnsi="Arial" w:cs="Arial"/>
          <w:b/>
          <w:sz w:val="24"/>
          <w:szCs w:val="24"/>
          <w:lang w:val="de-DE"/>
        </w:rPr>
      </w:pPr>
      <w:r w:rsidRPr="00B66345">
        <w:rPr>
          <w:rFonts w:ascii="Arial" w:hAnsi="Arial" w:cs="Arial"/>
          <w:b/>
          <w:sz w:val="24"/>
          <w:szCs w:val="24"/>
          <w:u w:val="single"/>
          <w:lang w:val="de-DE"/>
        </w:rPr>
        <w:t>Übung 2</w:t>
      </w:r>
      <w:r w:rsidRPr="00B66345">
        <w:rPr>
          <w:rFonts w:ascii="Arial" w:hAnsi="Arial" w:cs="Arial"/>
          <w:b/>
          <w:sz w:val="24"/>
          <w:szCs w:val="24"/>
          <w:lang w:val="de-DE"/>
        </w:rPr>
        <w:t xml:space="preserve">: Ich schreibe die Anzahl der Kästchen. </w:t>
      </w:r>
    </w:p>
    <w:p w:rsidR="00242E6E" w:rsidRDefault="00242E6E" w:rsidP="00242E6E">
      <w:pPr>
        <w:rPr>
          <w:rFonts w:ascii="Arial" w:hAnsi="Arial" w:cs="Arial"/>
          <w:sz w:val="24"/>
          <w:szCs w:val="24"/>
        </w:rPr>
      </w:pPr>
      <w:r w:rsidRPr="00E940AE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456FA1E3" wp14:editId="66A25A41">
            <wp:extent cx="4645025" cy="2152650"/>
            <wp:effectExtent l="0" t="0" r="3175" b="0"/>
            <wp:docPr id="8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79"/>
                    <a:stretch/>
                  </pic:blipFill>
                  <pic:spPr bwMode="auto">
                    <a:xfrm>
                      <a:off x="0" y="0"/>
                      <a:ext cx="4647257" cy="215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2E6E" w:rsidRPr="00B66345" w:rsidRDefault="00242E6E" w:rsidP="00242E6E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D6D52D1" wp14:editId="660F08A5">
                <wp:simplePos x="0" y="0"/>
                <wp:positionH relativeFrom="margin">
                  <wp:align>left</wp:align>
                </wp:positionH>
                <wp:positionV relativeFrom="paragraph">
                  <wp:posOffset>271145</wp:posOffset>
                </wp:positionV>
                <wp:extent cx="304800" cy="314325"/>
                <wp:effectExtent l="19050" t="38100" r="38100" b="47625"/>
                <wp:wrapNone/>
                <wp:docPr id="41" name="Étoile à 5 branche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9F717" id="Étoile à 5 branches 41" o:spid="_x0000_s1026" style="position:absolute;margin-left:0;margin-top:21.35pt;width:24pt;height:24.75pt;z-index:25180057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  <w10:wrap anchorx="margin"/>
              </v:shape>
            </w:pict>
          </mc:Fallback>
        </mc:AlternateContent>
      </w:r>
      <w:r w:rsidRPr="00B66345">
        <w:rPr>
          <w:rFonts w:ascii="Arial" w:hAnsi="Arial" w:cs="Arial"/>
          <w:b/>
          <w:sz w:val="24"/>
          <w:szCs w:val="24"/>
          <w:u w:val="single"/>
          <w:lang w:val="de-DE"/>
        </w:rPr>
        <w:t>Übung 3</w:t>
      </w:r>
      <w:r>
        <w:rPr>
          <w:rFonts w:ascii="Arial" w:hAnsi="Arial" w:cs="Arial"/>
          <w:b/>
          <w:sz w:val="24"/>
          <w:szCs w:val="24"/>
          <w:lang w:val="de-DE"/>
        </w:rPr>
        <w:t>: Ich zähle die Sterne und dann die Wolken</w:t>
      </w:r>
      <w:r w:rsidRPr="00B66345">
        <w:rPr>
          <w:rFonts w:ascii="Arial" w:hAnsi="Arial" w:cs="Arial"/>
          <w:b/>
          <w:sz w:val="24"/>
          <w:szCs w:val="24"/>
          <w:lang w:val="de-DE"/>
        </w:rPr>
        <w:t xml:space="preserve">. </w:t>
      </w:r>
    </w:p>
    <w:p w:rsidR="00242E6E" w:rsidRPr="00B66345" w:rsidRDefault="00242E6E" w:rsidP="00242E6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86668E8" wp14:editId="5BD350EA">
                <wp:simplePos x="0" y="0"/>
                <wp:positionH relativeFrom="column">
                  <wp:align>left</wp:align>
                </wp:positionH>
                <wp:positionV relativeFrom="paragraph">
                  <wp:posOffset>48895</wp:posOffset>
                </wp:positionV>
                <wp:extent cx="304800" cy="314325"/>
                <wp:effectExtent l="19050" t="38100" r="38100" b="47625"/>
                <wp:wrapNone/>
                <wp:docPr id="78" name="Étoile à 5 branche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DD276" id="Étoile à 5 branches 78" o:spid="_x0000_s1026" style="position:absolute;margin-left:0;margin-top:3.85pt;width:24pt;height:24.75pt;z-index:251802624;visibility:visible;mso-wrap-style:square;mso-wrap-distance-left:9pt;mso-wrap-distance-top:0;mso-wrap-distance-right:9pt;mso-wrap-distance-bottom:0;mso-position-horizontal:left;mso-position-horizontal-relative:text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9CB915C" wp14:editId="41945415">
                <wp:simplePos x="0" y="0"/>
                <wp:positionH relativeFrom="column">
                  <wp:posOffset>809625</wp:posOffset>
                </wp:positionH>
                <wp:positionV relativeFrom="paragraph">
                  <wp:posOffset>83820</wp:posOffset>
                </wp:positionV>
                <wp:extent cx="304800" cy="314325"/>
                <wp:effectExtent l="19050" t="38100" r="38100" b="47625"/>
                <wp:wrapNone/>
                <wp:docPr id="42" name="Étoile à 5 branche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8E5A8" id="Étoile à 5 branches 42" o:spid="_x0000_s1026" style="position:absolute;margin-left:63.75pt;margin-top:6.6pt;width:24pt;height:24.7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</v:shape>
            </w:pict>
          </mc:Fallback>
        </mc:AlternateContent>
      </w:r>
    </w:p>
    <w:p w:rsidR="00242E6E" w:rsidRPr="00B66345" w:rsidRDefault="00242E6E" w:rsidP="00242E6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26A856A" wp14:editId="7B8D20E6">
                <wp:simplePos x="0" y="0"/>
                <wp:positionH relativeFrom="column">
                  <wp:posOffset>2486025</wp:posOffset>
                </wp:positionH>
                <wp:positionV relativeFrom="paragraph">
                  <wp:posOffset>8890</wp:posOffset>
                </wp:positionV>
                <wp:extent cx="381000" cy="228600"/>
                <wp:effectExtent l="19050" t="0" r="19050" b="38100"/>
                <wp:wrapNone/>
                <wp:docPr id="43" name="Nuag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6044F" id="Nuage 43" o:spid="_x0000_s1026" style="position:absolute;margin-left:195.75pt;margin-top:.7pt;width:30pt;height:1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0341F3F" wp14:editId="1A9FB24B">
                <wp:simplePos x="0" y="0"/>
                <wp:positionH relativeFrom="column">
                  <wp:posOffset>333375</wp:posOffset>
                </wp:positionH>
                <wp:positionV relativeFrom="paragraph">
                  <wp:posOffset>103505</wp:posOffset>
                </wp:positionV>
                <wp:extent cx="381000" cy="228600"/>
                <wp:effectExtent l="19050" t="0" r="19050" b="38100"/>
                <wp:wrapNone/>
                <wp:docPr id="44" name="Nuag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82B77" id="Nuage 44" o:spid="_x0000_s1026" style="position:absolute;margin-left:26.25pt;margin-top:8.15pt;width:30pt;height:1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B87AB34" wp14:editId="1EBFE06E">
                <wp:simplePos x="0" y="0"/>
                <wp:positionH relativeFrom="column">
                  <wp:posOffset>1447800</wp:posOffset>
                </wp:positionH>
                <wp:positionV relativeFrom="paragraph">
                  <wp:posOffset>6985</wp:posOffset>
                </wp:positionV>
                <wp:extent cx="381000" cy="228600"/>
                <wp:effectExtent l="19050" t="0" r="19050" b="38100"/>
                <wp:wrapNone/>
                <wp:docPr id="48" name="Nuag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F9557" id="Nuage 48" o:spid="_x0000_s1026" style="position:absolute;margin-left:114pt;margin-top:.55pt;width:30pt;height:1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</w:p>
    <w:p w:rsidR="00242E6E" w:rsidRPr="00B66345" w:rsidRDefault="00242E6E" w:rsidP="00242E6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AFB4509" wp14:editId="6494167A">
                <wp:simplePos x="0" y="0"/>
                <wp:positionH relativeFrom="column">
                  <wp:posOffset>2324100</wp:posOffset>
                </wp:positionH>
                <wp:positionV relativeFrom="paragraph">
                  <wp:posOffset>239395</wp:posOffset>
                </wp:positionV>
                <wp:extent cx="304800" cy="314325"/>
                <wp:effectExtent l="19050" t="38100" r="38100" b="47625"/>
                <wp:wrapNone/>
                <wp:docPr id="76" name="Étoile à 5 branche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47DE9" id="Étoile à 5 branches 76" o:spid="_x0000_s1026" style="position:absolute;margin-left:183pt;margin-top:18.85pt;width:24pt;height:24.7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2119D39" wp14:editId="38C97590">
                <wp:simplePos x="0" y="0"/>
                <wp:positionH relativeFrom="column">
                  <wp:posOffset>1133475</wp:posOffset>
                </wp:positionH>
                <wp:positionV relativeFrom="paragraph">
                  <wp:posOffset>13970</wp:posOffset>
                </wp:positionV>
                <wp:extent cx="381000" cy="228600"/>
                <wp:effectExtent l="19050" t="0" r="19050" b="38100"/>
                <wp:wrapNone/>
                <wp:docPr id="50" name="Nuag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42E614" id="Nuage 50" o:spid="_x0000_s1026" style="position:absolute;margin-left:89.25pt;margin-top:1.1pt;width:30pt;height:18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3AFF7B2" wp14:editId="30BE2E19">
                <wp:simplePos x="0" y="0"/>
                <wp:positionH relativeFrom="column">
                  <wp:posOffset>504825</wp:posOffset>
                </wp:positionH>
                <wp:positionV relativeFrom="paragraph">
                  <wp:posOffset>204470</wp:posOffset>
                </wp:positionV>
                <wp:extent cx="381000" cy="228600"/>
                <wp:effectExtent l="19050" t="0" r="19050" b="38100"/>
                <wp:wrapNone/>
                <wp:docPr id="51" name="Nuag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74FCC5" id="Nuage 51" o:spid="_x0000_s1026" style="position:absolute;margin-left:39.75pt;margin-top:16.1pt;width:30pt;height:18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98528" behindDoc="1" locked="0" layoutInCell="1" allowOverlap="1" wp14:anchorId="202F269B" wp14:editId="4BE8CB72">
            <wp:simplePos x="0" y="0"/>
            <wp:positionH relativeFrom="column">
              <wp:posOffset>3419475</wp:posOffset>
            </wp:positionH>
            <wp:positionV relativeFrom="paragraph">
              <wp:posOffset>285750</wp:posOffset>
            </wp:positionV>
            <wp:extent cx="295275" cy="335280"/>
            <wp:effectExtent l="0" t="0" r="9525" b="7620"/>
            <wp:wrapSquare wrapText="bothSides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08" t="-2924"/>
                    <a:stretch/>
                  </pic:blipFill>
                  <pic:spPr bwMode="auto">
                    <a:xfrm>
                      <a:off x="0" y="0"/>
                      <a:ext cx="29527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E6E" w:rsidRPr="00B66345" w:rsidRDefault="00242E6E" w:rsidP="00242E6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9DD44F9" wp14:editId="78ABD035">
                <wp:simplePos x="0" y="0"/>
                <wp:positionH relativeFrom="column">
                  <wp:posOffset>523875</wp:posOffset>
                </wp:positionH>
                <wp:positionV relativeFrom="paragraph">
                  <wp:posOffset>194945</wp:posOffset>
                </wp:positionV>
                <wp:extent cx="304800" cy="314325"/>
                <wp:effectExtent l="19050" t="38100" r="38100" b="47625"/>
                <wp:wrapNone/>
                <wp:docPr id="90" name="Étoile à 5 branche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48A2E" id="Étoile à 5 branches 90" o:spid="_x0000_s1026" style="position:absolute;margin-left:41.25pt;margin-top:15.35pt;width:24pt;height:24.7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CD1A4AA" wp14:editId="51A6D5D7">
                <wp:simplePos x="0" y="0"/>
                <wp:positionH relativeFrom="column">
                  <wp:posOffset>1752600</wp:posOffset>
                </wp:positionH>
                <wp:positionV relativeFrom="paragraph">
                  <wp:posOffset>156845</wp:posOffset>
                </wp:positionV>
                <wp:extent cx="381000" cy="228600"/>
                <wp:effectExtent l="19050" t="0" r="19050" b="38100"/>
                <wp:wrapNone/>
                <wp:docPr id="77" name="Nuag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03E7F" id="Nuage 77" o:spid="_x0000_s1026" style="position:absolute;margin-left:138pt;margin-top:12.35pt;width:30pt;height:18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</w:p>
    <w:p w:rsidR="00242E6E" w:rsidRPr="00B66345" w:rsidRDefault="00242E6E" w:rsidP="00242E6E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E164D2E" wp14:editId="189BC590">
                <wp:simplePos x="0" y="0"/>
                <wp:positionH relativeFrom="column">
                  <wp:align>left</wp:align>
                </wp:positionH>
                <wp:positionV relativeFrom="paragraph">
                  <wp:posOffset>280670</wp:posOffset>
                </wp:positionV>
                <wp:extent cx="304800" cy="314325"/>
                <wp:effectExtent l="19050" t="38100" r="38100" b="47625"/>
                <wp:wrapNone/>
                <wp:docPr id="81" name="Étoile à 5 branches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star5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F6752" id="Étoile à 5 branches 81" o:spid="_x0000_s1026" style="position:absolute;margin-left:0;margin-top:22.1pt;width:24pt;height:24.75pt;z-index:251813888;visibility:visible;mso-wrap-style:square;mso-wrap-distance-left:9pt;mso-wrap-distance-top:0;mso-wrap-distance-right:9pt;mso-wrap-distance-bottom:0;mso-position-horizontal:left;mso-position-horizontal-relative:text;mso-position-vertical:absolute;mso-position-vertical-relative:text;v-text-anchor:middle" coordsize="3048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" path="m,120061r116424,1l152400,r35976,120062l304800,120061r-94189,74202l246588,314324,152400,240121,58212,314324,94189,194263,,120061xe" fillcolor="#5b9bd5" strokecolor="#41719c" strokeweight="1pt">
                <v:stroke joinstyle="miter"/>
                <v:path arrowok="t" o:connecttype="custom" o:connectlocs="0,120061;116424,120062;152400,0;188376,120062;304800,120061;210611,194263;246588,314324;152400,240121;58212,314324;94189,194263;0,120061" o:connectangles="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4D40988" wp14:editId="657E8F27">
                <wp:simplePos x="0" y="0"/>
                <wp:positionH relativeFrom="column">
                  <wp:posOffset>1038225</wp:posOffset>
                </wp:positionH>
                <wp:positionV relativeFrom="paragraph">
                  <wp:posOffset>9525</wp:posOffset>
                </wp:positionV>
                <wp:extent cx="381000" cy="228600"/>
                <wp:effectExtent l="19050" t="0" r="19050" b="38100"/>
                <wp:wrapNone/>
                <wp:docPr id="79" name="Nuag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420AB" id="Nuage 79" o:spid="_x0000_s1026" style="position:absolute;margin-left:81.75pt;margin-top:.75pt;width:30pt;height:18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346C8D3" wp14:editId="0D931196">
                <wp:simplePos x="0" y="0"/>
                <wp:positionH relativeFrom="column">
                  <wp:posOffset>3095625</wp:posOffset>
                </wp:positionH>
                <wp:positionV relativeFrom="paragraph">
                  <wp:posOffset>74295</wp:posOffset>
                </wp:positionV>
                <wp:extent cx="838200" cy="828675"/>
                <wp:effectExtent l="0" t="0" r="19050" b="28575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42E6E" w:rsidRDefault="00242E6E" w:rsidP="00242E6E">
                            <w:pPr>
                              <w:spacing w:after="120" w:line="240" w:lineRule="auto"/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t xml:space="preserve"> </w:t>
                            </w:r>
                            <w:r w:rsidRPr="00242E6E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CFE6318" wp14:editId="762C7A9F">
                                  <wp:extent cx="263878" cy="279400"/>
                                  <wp:effectExtent l="0" t="0" r="3175" b="6350"/>
                                  <wp:docPr id="89" name="Imag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9147" cy="2849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t xml:space="preserve"> ____</w:t>
                            </w:r>
                            <w:r>
                              <w:t xml:space="preserve"> </w:t>
                            </w:r>
                          </w:p>
                          <w:p w:rsidR="00242E6E" w:rsidRDefault="00242E6E" w:rsidP="00242E6E">
                            <w:pPr>
                              <w:spacing w:after="120" w:line="240" w:lineRule="auto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t xml:space="preserve">   </w:t>
                            </w:r>
                            <w:r>
                              <w:t xml:space="preserve">        ____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6C8D3" id="Zone de texte 80" o:spid="_x0000_s1027" type="#_x0000_t202" style="position:absolute;margin-left:243.75pt;margin-top:5.85pt;width:66pt;height:6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" fillcolor="window" strokeweight=".5pt">
                <v:textbox>
                  <w:txbxContent>
                    <w:p w:rsidR="00242E6E" w:rsidRDefault="00242E6E" w:rsidP="00242E6E">
                      <w:pPr>
                        <w:spacing w:after="120" w:line="240" w:lineRule="auto"/>
                        <w:rPr>
                          <w:noProof/>
                          <w:lang w:eastAsia="fr-FR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t xml:space="preserve"> </w:t>
                      </w:r>
                      <w:r w:rsidRPr="00242E6E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CFE6318" wp14:editId="762C7A9F">
                            <wp:extent cx="263878" cy="279400"/>
                            <wp:effectExtent l="0" t="0" r="3175" b="6350"/>
                            <wp:docPr id="89" name="Imag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9147" cy="2849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t xml:space="preserve"> ____</w:t>
                      </w:r>
                      <w:r>
                        <w:t xml:space="preserve"> </w:t>
                      </w:r>
                    </w:p>
                    <w:p w:rsidR="00242E6E" w:rsidRDefault="00242E6E" w:rsidP="00242E6E">
                      <w:pPr>
                        <w:spacing w:after="120" w:line="240" w:lineRule="auto"/>
                      </w:pPr>
                      <w:r>
                        <w:rPr>
                          <w:noProof/>
                          <w:lang w:eastAsia="fr-FR"/>
                        </w:rPr>
                        <w:t xml:space="preserve">   </w:t>
                      </w:r>
                      <w:r>
                        <w:t xml:space="preserve">        ____ </w:t>
                      </w:r>
                    </w:p>
                  </w:txbxContent>
                </v:textbox>
              </v:shape>
            </w:pict>
          </mc:Fallback>
        </mc:AlternateContent>
      </w:r>
    </w:p>
    <w:p w:rsidR="000732B3" w:rsidRPr="00242E6E" w:rsidRDefault="00242E6E" w:rsidP="00242E6E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AF6F5B6" wp14:editId="5F3D1D22">
                <wp:simplePos x="0" y="0"/>
                <wp:positionH relativeFrom="column">
                  <wp:posOffset>2066925</wp:posOffset>
                </wp:positionH>
                <wp:positionV relativeFrom="paragraph">
                  <wp:posOffset>14605</wp:posOffset>
                </wp:positionV>
                <wp:extent cx="381000" cy="228600"/>
                <wp:effectExtent l="19050" t="0" r="19050" b="38100"/>
                <wp:wrapNone/>
                <wp:docPr id="82" name="Nuag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D649B" id="Nuage 82" o:spid="_x0000_s1026" style="position:absolute;margin-left:162.75pt;margin-top:1.15pt;width:30pt;height:18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6938F45" wp14:editId="25EC35D1">
                <wp:simplePos x="0" y="0"/>
                <wp:positionH relativeFrom="column">
                  <wp:posOffset>628650</wp:posOffset>
                </wp:positionH>
                <wp:positionV relativeFrom="paragraph">
                  <wp:posOffset>3810</wp:posOffset>
                </wp:positionV>
                <wp:extent cx="381000" cy="228600"/>
                <wp:effectExtent l="19050" t="0" r="19050" b="38100"/>
                <wp:wrapNone/>
                <wp:docPr id="83" name="Nuag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F3A8C" id="Nuage 83" o:spid="_x0000_s1026" style="position:absolute;margin-left:49.5pt;margin-top:.3pt;width:30pt;height:18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41390,138520;19050,134303;61101,184674;51329,186690;145327,206851;139435,197644;254238,183891;251883,193993;300999,121465;329671,159226;368635,81248;355865,95409;337996,28713;338667,35401;256452,20913;262996,12383;195271,24977;198438,17621;123472,27474;134938,34608;36398,83550;34396,76041" o:connectangles="0,0,0,0,0,0,0,0,0,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1D94E0B" wp14:editId="3893E1E6">
                <wp:simplePos x="0" y="0"/>
                <wp:positionH relativeFrom="column">
                  <wp:posOffset>3161665</wp:posOffset>
                </wp:positionH>
                <wp:positionV relativeFrom="paragraph">
                  <wp:posOffset>196215</wp:posOffset>
                </wp:positionV>
                <wp:extent cx="295275" cy="200025"/>
                <wp:effectExtent l="19050" t="0" r="28575" b="47625"/>
                <wp:wrapNone/>
                <wp:docPr id="84" name="Nuag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00025"/>
                        </a:xfrm>
                        <a:prstGeom prst="clou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1F859" id="Nuage 84" o:spid="_x0000_s1026" style="position:absolute;margin-left:248.95pt;margin-top:15.45pt;width:23.25pt;height:15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windowText" strokeweight="1pt">
                <v:stroke joinstyle="miter"/>
                <v:path arrowok="t" o:connecttype="custom" o:connectlocs="32077,121205;14764,117515;47353,161590;39780,163354;112628,180995;108062,172938;197035,160904;195210,169743;233274,106282;255495,139323;285692,71092;275795,83483;261947,25124;262467,30976;198750,18299;203822,10835;151335,21855;153789,15419;95691,24040;104577,30282;28208,73106;26657,66536" o:connectangles="0,0,0,0,0,0,0,0,0,0,0,0,0,0,0,0,0,0,0,0,0,0"/>
              </v:shape>
            </w:pict>
          </mc:Fallback>
        </mc:AlternateContent>
      </w:r>
    </w:p>
    <w:p w:rsidR="000F4E8F" w:rsidRPr="00B66345" w:rsidRDefault="000F4E8F" w:rsidP="00C72259">
      <w:pPr>
        <w:rPr>
          <w:rFonts w:ascii="Arial" w:hAnsi="Arial" w:cs="Arial"/>
          <w:b/>
          <w:sz w:val="24"/>
          <w:szCs w:val="24"/>
          <w:lang w:val="de-DE"/>
        </w:rPr>
      </w:pPr>
    </w:p>
    <w:p w:rsidR="000F4E8F" w:rsidRPr="000732B3" w:rsidRDefault="000F4E8F" w:rsidP="000F4E8F">
      <w:pPr>
        <w:rPr>
          <w:rFonts w:ascii="Arial" w:hAnsi="Arial" w:cs="Arial"/>
          <w:b/>
          <w:sz w:val="24"/>
          <w:szCs w:val="24"/>
          <w:lang w:val="de-DE"/>
        </w:rPr>
      </w:pPr>
    </w:p>
    <w:p w:rsidR="000F4E8F" w:rsidRPr="000732B3" w:rsidRDefault="000F4E8F" w:rsidP="000F4E8F">
      <w:pPr>
        <w:rPr>
          <w:rFonts w:ascii="Arial" w:hAnsi="Arial" w:cs="Arial"/>
          <w:sz w:val="24"/>
          <w:szCs w:val="24"/>
          <w:lang w:val="de-DE"/>
        </w:rPr>
      </w:pPr>
    </w:p>
    <w:p w:rsidR="00C72259" w:rsidRPr="000732B3" w:rsidRDefault="00C72259" w:rsidP="00C72259">
      <w:pPr>
        <w:rPr>
          <w:rFonts w:ascii="Arial" w:hAnsi="Arial" w:cs="Arial"/>
          <w:sz w:val="24"/>
          <w:szCs w:val="24"/>
          <w:lang w:val="de-DE"/>
        </w:rPr>
      </w:pPr>
    </w:p>
    <w:p w:rsidR="00C72259" w:rsidRPr="000732B3" w:rsidRDefault="00C72259" w:rsidP="00E940AE">
      <w:pPr>
        <w:rPr>
          <w:rFonts w:ascii="Arial" w:hAnsi="Arial" w:cs="Arial"/>
          <w:sz w:val="24"/>
          <w:szCs w:val="24"/>
          <w:lang w:val="de-DE"/>
        </w:rPr>
      </w:pPr>
    </w:p>
    <w:sectPr w:rsidR="00C72259" w:rsidRPr="000732B3" w:rsidSect="00E940A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0AE"/>
    <w:rsid w:val="000732B3"/>
    <w:rsid w:val="000F4E8F"/>
    <w:rsid w:val="001D645B"/>
    <w:rsid w:val="00242E6E"/>
    <w:rsid w:val="005175A3"/>
    <w:rsid w:val="005F7238"/>
    <w:rsid w:val="007E024D"/>
    <w:rsid w:val="007E1973"/>
    <w:rsid w:val="00B66345"/>
    <w:rsid w:val="00C72259"/>
    <w:rsid w:val="00CB169E"/>
    <w:rsid w:val="00E940AE"/>
    <w:rsid w:val="00EB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BCA47-D15F-418C-BAB2-AF4D424F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940A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73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32B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2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cp:lastPrinted>2018-09-23T06:16:00Z</cp:lastPrinted>
  <dcterms:created xsi:type="dcterms:W3CDTF">2019-08-16T11:49:00Z</dcterms:created>
  <dcterms:modified xsi:type="dcterms:W3CDTF">2019-08-16T11:49:00Z</dcterms:modified>
</cp:coreProperties>
</file>